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D0414" w:rsidR="00BB2F58" w:rsidP="00CD0414" w:rsidRDefault="00684A61">
      <w:pPr>
        <w:pStyle w:val="Heading110"/>
        <w:widowControl/>
        <w:shd w:val="clear" w:color="auto" w:fill="auto"/>
        <w:spacing w:after="0"/>
        <w:jc w:val="center"/>
        <w:rPr>
          <w:sz w:val="32"/>
          <w:szCs w:val="32"/>
        </w:rPr>
      </w:pPr>
      <w:r>
        <w:rPr>
          <w:sz w:val="32"/>
          <w:szCs w:val="32"/>
        </w:rPr>
        <w:t xml:space="preserve">Klimata politikas simulācija: strauji augošās jaunietekmes valstis</w:t>
      </w:r>
    </w:p>
    <w:p w:rsidRPr="00CD0414" w:rsidR="00A27D58" w:rsidP="00CD0414" w:rsidRDefault="00A27D58">
      <w:pPr>
        <w:pStyle w:val="Heading110"/>
        <w:widowControl/>
        <w:spacing w:after="0"/>
        <w:rPr>
          <w:sz w:val="32"/>
          <w:szCs w:val="32"/>
        </w:rPr>
      </w:pPr>
      <w:r>
        <w:rPr>
          <w:sz w:val="32"/>
          <w:szCs w:val="32"/>
        </w:rPr>
        <w:drawing>
          <wp:anchor distT="0" distB="0" distL="63500" distR="103505" simplePos="0" relativeHeight="251659776" behindDoc="1" locked="0" layoutInCell="1" allowOverlap="1" wp14:editId="40C2834C" wp14:anchorId="0133F173">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Pr="00CD0414" w:rsidR="00BB2F58" w:rsidP="00CD0414" w:rsidRDefault="00684A61">
      <w:pPr>
        <w:pStyle w:val="Heading210"/>
        <w:widowControl/>
        <w:shd w:val="clear" w:color="auto" w:fill="auto"/>
        <w:tabs>
          <w:tab w:val="left" w:pos="994"/>
        </w:tabs>
        <w:spacing w:before="0"/>
      </w:pPr>
      <w:r>
        <w:t xml:space="preserve">Adresāts:</w:t>
      </w:r>
      <w:r>
        <w:tab/>
      </w:r>
      <w:r>
        <w:t xml:space="preserve">Sarunu vadītāji, kas pārstāv strauji augošās jaunietekmes valstis</w:t>
      </w:r>
    </w:p>
    <w:p w:rsidRPr="00CD0414" w:rsidR="00BB2F58" w:rsidP="00CD0414" w:rsidRDefault="00684A61">
      <w:pPr>
        <w:pStyle w:val="Bodytext20"/>
        <w:widowControl/>
        <w:shd w:val="clear" w:color="auto" w:fill="auto"/>
        <w:ind w:left="3600" w:right="240" w:firstLine="0"/>
      </w:pPr>
      <w:r>
        <w:t xml:space="preserve">(Ķīna, Indija, Indonēzija, Brazīlija, Meksika, Dienvidāfrika)</w:t>
      </w:r>
    </w:p>
    <w:p w:rsidRPr="00CD0414" w:rsidR="00BB2F58" w:rsidP="00CD0414" w:rsidRDefault="00684A61">
      <w:pPr>
        <w:pStyle w:val="Heading210"/>
        <w:widowControl/>
        <w:shd w:val="clear" w:color="auto" w:fill="auto"/>
        <w:tabs>
          <w:tab w:val="left" w:pos="994"/>
        </w:tabs>
        <w:spacing w:before="0"/>
      </w:pPr>
      <w:r>
        <w:t xml:space="preserve">Temats:</w:t>
      </w:r>
      <w:r>
        <w:tab/>
      </w:r>
      <w:r>
        <w:t xml:space="preserve">Gatavošanās samitam par klimata politiku</w:t>
      </w:r>
    </w:p>
    <w:p w:rsidRPr="00CD0414" w:rsidR="00A27D58" w:rsidP="00CD0414" w:rsidRDefault="00A27D58">
      <w:pPr>
        <w:pStyle w:val="Heading210"/>
        <w:widowControl/>
        <w:shd w:val="clear" w:color="auto" w:fill="auto"/>
        <w:tabs>
          <w:tab w:val="left" w:pos="994"/>
        </w:tabs>
        <w:spacing w:before="0"/>
        <w:rPr>
          <w:lang w:val="en-GB"/>
        </w:rPr>
      </w:pPr>
    </w:p>
    <w:p w:rsidRPr="00CD0414" w:rsidR="00A27D58" w:rsidP="00CD0414" w:rsidRDefault="00A27D58">
      <w:pPr>
        <w:pStyle w:val="Heading210"/>
        <w:widowControl/>
        <w:shd w:val="clear" w:color="auto" w:fill="auto"/>
        <w:tabs>
          <w:tab w:val="left" w:pos="994"/>
        </w:tabs>
        <w:spacing w:before="0"/>
        <w:rPr>
          <w:lang w:val="en-GB"/>
        </w:rPr>
      </w:pPr>
    </w:p>
    <w:p w:rsidRPr="00CD0414" w:rsidR="00BB2F58" w:rsidP="00CD0414" w:rsidRDefault="00684A61">
      <w:pPr>
        <w:pStyle w:val="Bodytext20"/>
        <w:widowControl/>
        <w:shd w:val="clear" w:color="auto" w:fill="auto"/>
        <w:spacing w:line="269" w:lineRule="exact"/>
        <w:ind w:firstLine="0"/>
        <w:jc w:val="both"/>
      </w:pPr>
      <w:r>
        <w:t xml:space="preserve">Esiet sveicināti samitā par klimata politiku!</w:t>
      </w:r>
      <w:r>
        <w:t xml:space="preserve"> </w:t>
      </w:r>
      <w:r>
        <w:t xml:space="preserve">Jūs un visu ieinteresēto grupu vadītāji esat saņēmuši ANO ģenerālsekretāra uzaicinājumu sadarboties, lai sekmīgi risinātu klimata pārmaiņu jautājumu.</w:t>
      </w:r>
      <w:r>
        <w:t xml:space="preserve"> </w:t>
      </w:r>
      <w:r>
        <w:t xml:space="preserve">Ielūgumā ģenerālsekretārs</w:t>
      </w:r>
      <w:r>
        <w:rPr>
          <w:color w:val="0000FF"/>
        </w:rPr>
        <w:t xml:space="preserve"> ir norādījis</w:t>
      </w:r>
      <w:r>
        <w:t xml:space="preserve">: “Ārkārtas stāvoklis klimata jomā ir sacensība, kurā mēs šobrīd zaudējam, bet kurā mēs vēl varam uzvarēt (..).</w:t>
      </w:r>
      <w:r>
        <w:t xml:space="preserve"> </w:t>
      </w:r>
      <w:r>
        <w:t xml:space="preserve">Nopietni zinātniski pētījumi (..) liecina, ka temperatūras paaugstināšanās par vairāk nekā 1,5°C nodarīs milzīgu un neatgriezenisku kaitējumu ekosistēmām, kas mūs uztur (..).</w:t>
      </w:r>
      <w:r>
        <w:t xml:space="preserve"> </w:t>
      </w:r>
      <w:r>
        <w:t xml:space="preserve">Taču, pēc zinātnieku domām, vēl nav par vēlu.</w:t>
      </w:r>
      <w:r>
        <w:t xml:space="preserve"> </w:t>
      </w:r>
      <w:r>
        <w:t xml:space="preserve">Mēs to varam (..).</w:t>
      </w:r>
      <w:r>
        <w:t xml:space="preserve"> </w:t>
      </w:r>
      <w:r>
        <w:t xml:space="preserve">Taču būs nepieciešamas fundamentālas pārmaiņas visos sabiedrības uzvedības aspektos — būs jāmaina tas, kā audzējam pārtiku un izmantojam zemi, ar kādu degvielu darbinām transportu un kādu enerģiju nodrošinām ekonomikas vajadzībām (..).</w:t>
      </w:r>
      <w:r>
        <w:t xml:space="preserve"> </w:t>
      </w:r>
      <w:r>
        <w:t xml:space="preserve">Rīkodamies kopā, mēs nevienu neatstāsim novārtā.”</w:t>
      </w:r>
    </w:p>
    <w:p w:rsidRPr="00CD0414" w:rsidR="00BB2F58" w:rsidP="00CD0414" w:rsidRDefault="00684A61">
      <w:pPr>
        <w:pStyle w:val="Bodytext20"/>
        <w:widowControl/>
        <w:shd w:val="clear" w:color="auto" w:fill="auto"/>
        <w:spacing w:line="269" w:lineRule="exact"/>
        <w:ind w:firstLine="0"/>
        <w:jc w:val="both"/>
      </w:pPr>
      <w:r>
        <w:t xml:space="preserve">Samita mērķis ir izstrādāt plānu, kā ierobežot globālo sasilšanu, lai tā nepārsniegtu 2°C [3,6°F] salīdzinājumā ar pirmsindustriālā laikmeta līmeni, un censties panākt, lai tā nepārsniedz 1,5°C [2,7°F], proti, starptautiskos mērķus, kas oficiāli atzīti Parīzes klimata nolīgumā.</w:t>
      </w:r>
      <w:r>
        <w:t xml:space="preserve"> </w:t>
      </w:r>
      <w:r>
        <w:rPr>
          <w:color w:val="0000FF"/>
        </w:rPr>
        <w:t xml:space="preserve">Zinātniskie pierādījumi</w:t>
      </w:r>
      <w:r>
        <w:t xml:space="preserve"> ir nepārprotami: sasilšana, kas pārsniedz minētās robežas, radīs katastrofālu un neatgriezenisku ietekmi, kura apdraudēs visu pasaules valstu iedzīvotāju veselību, labklājību un pat dzīvību.</w:t>
      </w:r>
    </w:p>
    <w:p w:rsidRPr="00CD0414" w:rsidR="00BB2F58" w:rsidP="00CD0414" w:rsidRDefault="00684A61">
      <w:pPr>
        <w:pStyle w:val="Bodytext20"/>
        <w:widowControl/>
        <w:shd w:val="clear" w:color="auto" w:fill="auto"/>
        <w:spacing w:line="269" w:lineRule="exact"/>
        <w:ind w:firstLine="0"/>
        <w:jc w:val="both"/>
      </w:pPr>
      <w:r>
        <w:t xml:space="preserve">Jūs pārstāvat pasaules lielākās un visātrāk augošās jaunietekmes valstis (iepriekš uzskaitītās).</w:t>
      </w:r>
      <w:r>
        <w:t xml:space="preserve"> </w:t>
      </w:r>
      <w:r>
        <w:t xml:space="preserve">Šo valstu kopējas iedzīvotāju skaits ir aptuveni 3,5 miljardi, kas ir aptuveni 45 % no kopējā iedzīvotāju skaita pasaulē (7,7 miljardi).</w:t>
      </w:r>
      <w:r>
        <w:t xml:space="preserve"> </w:t>
      </w:r>
      <w:r>
        <w:t xml:space="preserve">Tomēr kopā jūsu valstis rada tikai aptuveni 25 % no pasaules ekonomikas produkcijas, jūsu IKP (iekšzemes kopprodukts) uz vienu iedzīvotāju ir zemāks un pie jums valda daudz lielāka nabadzība nekā attīstītajās valstīs.</w:t>
      </w:r>
    </w:p>
    <w:p w:rsidRPr="00CD0414" w:rsidR="00BB2F58" w:rsidP="00CD0414" w:rsidRDefault="00684A61">
      <w:pPr>
        <w:pStyle w:val="Bodytext20"/>
        <w:widowControl/>
        <w:shd w:val="clear" w:color="auto" w:fill="auto"/>
        <w:ind w:firstLine="0"/>
        <w:jc w:val="both"/>
      </w:pPr>
      <w:r>
        <w:t xml:space="preserve">Tālāk norādītas jūsu politikas prioritātes.</w:t>
      </w:r>
      <w:r>
        <w:t xml:space="preserve"> </w:t>
      </w:r>
      <w:r>
        <w:t xml:space="preserve">Jūs varat gan ierosināt, gan bloķēt jebkuru citu politikas pasākumu.</w:t>
      </w:r>
    </w:p>
    <w:p w:rsidRPr="00CD0414" w:rsidR="00BB2F58" w:rsidP="00CD0414" w:rsidRDefault="00684A61">
      <w:pPr>
        <w:pStyle w:val="Heading210"/>
        <w:widowControl/>
        <w:numPr>
          <w:ilvl w:val="0"/>
          <w:numId w:val="1"/>
        </w:numPr>
        <w:shd w:val="clear" w:color="auto" w:fill="auto"/>
        <w:tabs>
          <w:tab w:val="left" w:pos="362"/>
        </w:tabs>
        <w:spacing w:before="0" w:line="269" w:lineRule="exact"/>
      </w:pPr>
      <w:r>
        <w:t xml:space="preserve">Subsidēt atjaunojamo energoresursu enerģijas ieguvi (piemēram, saules enerģijas, vēja enerģijas, ģeotermālās enerģijas, hidroenerģijas ieguvi un enerģijas uzglabāšanu).</w:t>
      </w:r>
    </w:p>
    <w:p w:rsidRPr="00CD0414" w:rsidR="00BB2F58" w:rsidP="00CD0414" w:rsidRDefault="00684A61">
      <w:pPr>
        <w:pStyle w:val="Bodytext20"/>
        <w:widowControl/>
        <w:shd w:val="clear" w:color="auto" w:fill="auto"/>
        <w:spacing w:line="269" w:lineRule="exact"/>
        <w:ind w:left="380" w:firstLine="0"/>
        <w:jc w:val="both"/>
      </w:pPr>
      <w:r>
        <w:rPr>
          <w:rStyle w:val="Bodytext23"/>
        </w:rPr>
        <w:t xml:space="preserve">Atjaunojamo energoresursu nozare strauji attīstās, tomēr joprojām nodrošina mazāk par 5 % no enerģijas piedāvājuma pasaulē.</w:t>
      </w:r>
      <w:r>
        <w:rPr>
          <w:rStyle w:val="Bodytext23"/>
        </w:rPr>
        <w:t xml:space="preserve"> </w:t>
      </w:r>
      <w:r>
        <w:rPr>
          <w:rStyle w:val="Bodytext23"/>
        </w:rPr>
        <w:t xml:space="preserve">Subsīdijas palīdzēs šīm nozarēm augt, un jūsu valstīs radīsies darbvietas (ja vien jums izdosies apsteigt attīstītajās valstīs notiekošo vēja, saules un bateriju tehnoloģiju pilnveidi).</w:t>
      </w:r>
      <w:r>
        <w:rPr>
          <w:rStyle w:val="Bodytext23"/>
        </w:rPr>
        <w:t xml:space="preserve"> </w:t>
      </w:r>
      <w:r>
        <w:rPr>
          <w:rStyle w:val="Bodytext23"/>
        </w:rPr>
        <w:t xml:space="preserve">Elektroenerģijas akumulācijas (piemēram, bateriju, termoakumulācijas, hidroakumulācijas) un viedtīklu tehnoloģijas dod iespēju enerģētikas sistēmā integrēt dažāda veida atjaunojamo energoresursu enerģiju, piemēram, vēja un saules enerģiju, un vienlaikus nodrošināt elektroenerģijas piegādi visu diennakti.</w:t>
      </w:r>
    </w:p>
    <w:p w:rsidRPr="00CD0414" w:rsidR="00BB2F58" w:rsidP="00CD0414" w:rsidRDefault="00684A61">
      <w:pPr>
        <w:pStyle w:val="Heading210"/>
        <w:widowControl/>
        <w:numPr>
          <w:ilvl w:val="0"/>
          <w:numId w:val="1"/>
        </w:numPr>
        <w:shd w:val="clear" w:color="auto" w:fill="auto"/>
        <w:tabs>
          <w:tab w:val="left" w:pos="380"/>
        </w:tabs>
        <w:spacing w:before="0" w:after="120" w:line="269" w:lineRule="exact"/>
        <w:ind w:left="380" w:hanging="380"/>
      </w:pPr>
      <w:r>
        <w:t xml:space="preserve">Metāna, dislāpekļa oksīda un citu siltumnīcefekta gāzu emisiju samazināšana.</w:t>
      </w:r>
      <w:r>
        <w:t xml:space="preserve"> </w:t>
      </w:r>
      <w:r>
        <w:t xml:space="preserve">CO</w:t>
      </w:r>
      <w:r>
        <w:rPr>
          <w:vertAlign w:val="subscript"/>
        </w:rPr>
        <w:t xml:space="preserve">2</w:t>
      </w:r>
      <w:r>
        <w:rPr>
          <w:b w:val="0"/>
        </w:rPr>
        <w:t xml:space="preserve"> ir visvairāk zināmā siltumnīcefekta gāze (SEG), taču aptuveni ceturto daļu no globālās sasilšanas izraisa citas gāzes.</w:t>
      </w:r>
      <w:r>
        <w:rPr>
          <w:b w:val="0"/>
        </w:rPr>
        <w:t xml:space="preserve"> </w:t>
      </w:r>
      <w:r>
        <w:rPr>
          <w:b w:val="0"/>
        </w:rPr>
        <w:t xml:space="preserve">Šīs gāzes ir metāns (CH</w:t>
      </w:r>
      <w:r>
        <w:rPr>
          <w:b w:val="0"/>
          <w:vertAlign w:val="subscript"/>
        </w:rPr>
        <w:t xml:space="preserve">4</w:t>
      </w:r>
      <w:r>
        <w:rPr>
          <w:b w:val="0"/>
        </w:rPr>
        <w:t xml:space="preserve">), dislāpekļa oksīds (N</w:t>
      </w:r>
      <w:r>
        <w:rPr>
          <w:b w:val="0"/>
          <w:vertAlign w:val="subscript"/>
        </w:rPr>
        <w:t xml:space="preserve">2</w:t>
      </w:r>
      <w:r>
        <w:rPr>
          <w:b w:val="0"/>
        </w:rPr>
        <w:t xml:space="preserve">O) un vesela virkne fluorogļūdeņražu un citu fluorētu savienojumu (tā saukto F gāzu).</w:t>
      </w:r>
      <w:r>
        <w:rPr>
          <w:b w:val="0"/>
        </w:rPr>
        <w:t xml:space="preserve"> </w:t>
      </w:r>
      <w:r>
        <w:rPr>
          <w:b w:val="0"/>
        </w:rPr>
        <w:t xml:space="preserve">Nākamo simts gadu laikā globālo sasilšanu desmitiem, simtiem un tūkstošiem reižu vairāk nekā CO</w:t>
      </w:r>
      <w:r>
        <w:rPr>
          <w:b w:val="0"/>
          <w:vertAlign w:val="subscript"/>
        </w:rPr>
        <w:t xml:space="preserve">2</w:t>
      </w:r>
      <w:r>
        <w:rPr>
          <w:b w:val="0"/>
        </w:rPr>
        <w:t xml:space="preserve"> maz pamazām veicinās arī daudzas citas gāzes.</w:t>
      </w:r>
      <w:r>
        <w:rPr>
          <w:b w:val="0"/>
        </w:rPr>
        <w:t xml:space="preserve"> </w:t>
      </w:r>
      <w:r>
        <w:rPr>
          <w:b w:val="0"/>
        </w:rPr>
        <w:t xml:space="preserve">Lai gan to koncentrācija ir neliela, tā strauji palielinās.</w:t>
      </w:r>
    </w:p>
    <w:p w:rsidRPr="00CD0414" w:rsidR="00BB2F58" w:rsidP="00CD0414" w:rsidRDefault="00684A61">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Atmežošanas samazināšana.</w:t>
      </w:r>
      <w:r>
        <w:rPr>
          <w:rStyle w:val="Bodytext2Bold"/>
        </w:rPr>
        <w:t xml:space="preserve"> </w:t>
      </w:r>
      <w:r>
        <w:t xml:space="preserve">Atmežošana šobrīd rada apmēram 15 % no siltumnīcefekta gāzu emisijām.</w:t>
      </w:r>
      <w:r>
        <w:t xml:space="preserve"> </w:t>
      </w:r>
      <w:r>
        <w:t xml:space="preserve">Atmežošana ļoti lielā apmērā notiek jūsu valstu tropiskajos mežos, tostarp Amazones baseinā, Ķīnā, Indijā un Indonēzijā.</w:t>
      </w:r>
      <w:r>
        <w:t xml:space="preserve"> </w:t>
      </w:r>
      <w:r>
        <w:t xml:space="preserve">Aizsargājot mežus, var samazināt šīs emisijas un vienlaikus saglabāt bioloģisko daudzveidību un nodrošināt ūdens piegādi.</w:t>
      </w:r>
      <w:r>
        <w:t xml:space="preserve"> </w:t>
      </w:r>
      <w:r>
        <w:t xml:space="preserve">Tomēr, ierobežojot atmežošanu, samazinās arī iespējas attiecīgo zemi izmantot koksnes, pārtikas un bioenerģijas ieguvei, kā arī citiem svarīgiem mērķiem.</w:t>
      </w:r>
    </w:p>
    <w:p w:rsidRPr="00CD0414" w:rsidR="00A27D58" w:rsidP="00CD0414" w:rsidRDefault="00A27D58">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Apsvērt apmežošanu.</w:t>
      </w:r>
      <w:r>
        <w:rPr>
          <w:rStyle w:val="Bodytext2Bold"/>
        </w:rPr>
        <w:t xml:space="preserve"> </w:t>
      </w:r>
      <w:r>
        <w:t xml:space="preserve">Apmežošana ir jaunu mežu ieaudzēšana zemē, kurā nav koku; dažreiz tā iepriekš ir bijusi atmežota vai noplicināta zeme.</w:t>
      </w:r>
      <w:r>
        <w:t xml:space="preserve"> </w:t>
      </w:r>
      <w:r>
        <w:t xml:space="preserve">Izvēršot apmežošanu plašā mērogā, varētu tikt izmantota zeme, kas vajadzīga kultūraugu vai mājlopu audzēšanai, un tādā veidā celtos pārtikas cenas.</w:t>
      </w:r>
      <w:r>
        <w:t xml:space="preserve"> </w:t>
      </w:r>
      <w:r>
        <w:t xml:space="preserve">Padomājiet, cik daudz zemes būs vajadzīgs jūsu un citu grupu ierosinātajai apmežošanas politikai.</w:t>
      </w:r>
    </w:p>
    <w:p w:rsidRPr="00175F65" w:rsidR="00BB2F58" w:rsidP="00CD0414" w:rsidRDefault="00684A61">
      <w:pPr>
        <w:pStyle w:val="Bodytext20"/>
        <w:widowControl/>
        <w:numPr>
          <w:ilvl w:val="0"/>
          <w:numId w:val="1"/>
        </w:numPr>
        <w:shd w:val="clear" w:color="auto" w:fill="auto"/>
        <w:tabs>
          <w:tab w:val="left" w:pos="362"/>
        </w:tabs>
        <w:spacing w:line="269" w:lineRule="exact"/>
        <w:ind w:left="400"/>
        <w:jc w:val="both"/>
      </w:pPr>
      <w:r>
        <w:t xml:space="preserve">Apsvērt maksas noteikšanu CO</w:t>
      </w:r>
      <w:r>
        <w:rPr>
          <w:vertAlign w:val="subscript"/>
        </w:rPr>
        <w:t xml:space="preserve">2</w:t>
      </w:r>
      <w:r>
        <w:t xml:space="preserve"> </w:t>
      </w:r>
      <w:r>
        <w:rPr>
          <w:b/>
          <w:bCs/>
        </w:rPr>
        <w:t xml:space="preserve">emisijām</w:t>
      </w:r>
      <w:r>
        <w:t xml:space="preserve">.</w:t>
      </w:r>
      <w:r>
        <w:t xml:space="preserve"> </w:t>
      </w:r>
      <w:r>
        <w:t xml:space="preserve">Pasaules enerģētikas sistēmā joprojām dominē fosilais kurināmais, un tā izdalītais CO</w:t>
      </w:r>
      <w:r>
        <w:rPr>
          <w:vertAlign w:val="subscript"/>
        </w:rPr>
        <w:t xml:space="preserve">2</w:t>
      </w:r>
      <w:r>
        <w:t xml:space="preserve"> veido vislielāko daļu siltumnīcefekta gāzu emisiju, kuras veicina klimata pārmaiņas.</w:t>
      </w:r>
      <w:r>
        <w:t xml:space="preserve"> </w:t>
      </w:r>
      <w:r>
        <w:t xml:space="preserve">Pašlaik tirgus cenās nav ietverts videi un sociālajai jomai nodarītais kaitējums, kura cēlonis ir fosilais kurināmais (tā negatīvā blakusietekme).</w:t>
      </w:r>
      <w:r>
        <w:t xml:space="preserve"> </w:t>
      </w:r>
      <w:r>
        <w:t xml:space="preserve">Situāciju vēl vairāk pasliktina tas, ka valdības visā pasaulē un arī daudzas jūsu pārstāvēto valstu valdības katru gadu fosilā kurināmā rūpniecībai piešķir subsīdijas, kuru apmērs var būt no 775 miljardiem līdz 1 triljonam ASV dolāru.</w:t>
      </w:r>
      <w:r>
        <w:t xml:space="preserve"> </w:t>
      </w:r>
      <w:r>
        <w:t xml:space="preserve">Ekonomisti ir vienisprātis, ka labākais veids globālo SEG emisiju samazināšanai ir maksas noteikšana oglekļa emisijām.</w:t>
      </w:r>
      <w:r>
        <w:t xml:space="preserve"> </w:t>
      </w:r>
      <w:r>
        <w:t xml:space="preserve">Apsveriet, vai varētu noteikt maksu par oglekli un kā to varētu pakāpeniski ieviest, lai rūpniecībai un patērētājiem būtu laiks pielāgoties.</w:t>
      </w:r>
      <w:r>
        <w:t xml:space="preserve"> </w:t>
      </w:r>
      <w:r>
        <w:t xml:space="preserve">Šie ienākumi varētu nonākt sabiedrības rīcībā, citu politikas pasākumu izmaksu ierobežošanai vai jūsu fiskālā deficīta mazināšanai.</w:t>
      </w:r>
      <w:r>
        <w:t xml:space="preserve"> </w:t>
      </w:r>
      <w:r>
        <w:t xml:space="preserve">Lai gan dažās no jūsu valstīm ir ieviesta maksa par oglekli vai ir likvidētas fosilajam kurināmajam paredzētās subsīdijas, tā ir nesalīdzināmi zemāka par daudzu ekonomistu ieteikto cenu, t. i., vismaz 30–50 ASV dolāri par CO</w:t>
      </w:r>
      <w:r>
        <w:rPr>
          <w:vertAlign w:val="subscript"/>
        </w:rPr>
        <w:t xml:space="preserve">2</w:t>
      </w:r>
      <w:r>
        <w:t xml:space="preserve"> tonnu.</w:t>
      </w:r>
      <w:r>
        <w:t xml:space="preserve"> </w:t>
      </w:r>
      <w:r>
        <w:t xml:space="preserve">Ķīna valsts mērogā ir ieviesusi oglekļa emisiju ierobežošanas un tirdzniecības sistēmu, un tas izraisīs CO</w:t>
      </w:r>
      <w:r>
        <w:rPr>
          <w:vertAlign w:val="subscript"/>
        </w:rPr>
        <w:t xml:space="preserve">2</w:t>
      </w:r>
      <w:r>
        <w:t xml:space="preserve"> emisiju cenas paaugstināšanos, savukārt citi jūsu grupas dalībnieki to nav izdarījuši.</w:t>
      </w:r>
      <w:r>
        <w:t xml:space="preserve"> </w:t>
      </w:r>
      <w:r>
        <w:t xml:space="preserve">Tomēr jūs nevarat rīkoties sasteigti — jūsu valstī sabiedrības vidusslānis ar grūtībām var atļauties produktus un pakalpojumus, kurus attīstīto valstu iedzīvotāji uzskata par pašsaprotamiem, — automašīnas, gaisa kondicionēšanu, ceļošanu ar lidmašīnu u. c. Nabadzīgie valsts iedzīvotāji, kuri vēlētos drošu elektroapgādi, tīru ūdeni, pārtiku, veselības aprūpi, pienācīgu mājokli un gribētu apmierināt citas pamatvajadzības, enerģijas cenas palielināšanos izjutīs visvairāk.</w:t>
      </w:r>
    </w:p>
    <w:p w:rsidRPr="00CD0414" w:rsidR="00BB2F58" w:rsidP="00CD0414" w:rsidRDefault="00684A61">
      <w:pPr>
        <w:pStyle w:val="Bodytext20"/>
        <w:widowControl/>
        <w:numPr>
          <w:ilvl w:val="0"/>
          <w:numId w:val="1"/>
        </w:numPr>
        <w:shd w:val="clear" w:color="auto" w:fill="auto"/>
        <w:tabs>
          <w:tab w:val="left" w:pos="362"/>
        </w:tabs>
        <w:spacing w:line="269" w:lineRule="exact"/>
        <w:ind w:left="400"/>
        <w:jc w:val="both"/>
      </w:pPr>
      <w:r>
        <w:rPr>
          <w:rStyle w:val="Bodytext2Bold"/>
        </w:rPr>
        <w:t xml:space="preserve">Apsvērt nodokļu uzlikšanu oglēm.</w:t>
      </w:r>
      <w:r>
        <w:rPr>
          <w:rStyle w:val="Bodytext2Bold"/>
        </w:rPr>
        <w:t xml:space="preserve"> </w:t>
      </w:r>
      <w:r>
        <w:t xml:space="preserve">Daudzas no jūsu grupas valstīm joprojām būvē jaunas ogļu raktuves un ar tām darbināmas spēkstacijas, lai gan ogles ir oglekļietilpīgākais kurināmais un rada lielu gaisa piesārņojumu, kas pašlaik kaitē daudziem miljoniem cilvēku jūsu valstīs.</w:t>
      </w:r>
      <w:r>
        <w:t xml:space="preserve"> </w:t>
      </w:r>
      <w:r>
        <w:t xml:space="preserve">Nodokļu uzlikšana, regulēšana vai pat ogļu izmantošanas pārtraukšana nekavējoties apturētu emisijas, samazinātu bīstamu gaisa piesārņojumu un uzlabotu sabiedrības veselību.</w:t>
      </w:r>
    </w:p>
    <w:p w:rsidRPr="00CD0414" w:rsidR="00BB2F58" w:rsidP="00CD0414" w:rsidRDefault="00684A61">
      <w:pPr>
        <w:pStyle w:val="Bodytext50"/>
        <w:widowControl/>
        <w:shd w:val="clear" w:color="auto" w:fill="auto"/>
        <w:spacing w:before="0"/>
      </w:pPr>
      <w:r>
        <w:t xml:space="preserve">Papildu apsvērumi</w:t>
      </w:r>
    </w:p>
    <w:p w:rsidRPr="00CD0414" w:rsidR="00BB2F58" w:rsidP="00CD0414" w:rsidRDefault="00684A61">
      <w:pPr>
        <w:pStyle w:val="Bodytext20"/>
        <w:widowControl/>
        <w:shd w:val="clear" w:color="auto" w:fill="auto"/>
        <w:spacing w:line="269" w:lineRule="exact"/>
        <w:ind w:firstLine="0"/>
        <w:jc w:val="both"/>
      </w:pPr>
      <w:r>
        <w:t xml:space="preserve">Jūsu valstu ekonomikā šobrīd ir saasinājušies konflikti un tendenču sadursmes.</w:t>
      </w:r>
      <w:r>
        <w:t xml:space="preserve"> </w:t>
      </w:r>
      <w:r>
        <w:t xml:space="preserve">Jūsu valstis ir lielā mērā atkarīgas no fosilā kurināmā, tostarp oglēm, kas pašlaik rada 40 % no globālo siltumnīcefekta gāzu emisijām. Piemēram, Ķīna vien rada aptuveni 28 % emisiju.</w:t>
      </w:r>
      <w:r>
        <w:t xml:space="preserve"> </w:t>
      </w:r>
      <w:r>
        <w:t xml:space="preserve">Jūsu valstis kopā ar citām jaunietekmes valstīm rada aptuveni 64 % globālo emisiju, lai gan, rēķinot pēc emisijām uz iedzīvotāju, jūsu valstu rādītāji ir zemāki nekā attīstīto valstu rādītāji.</w:t>
      </w:r>
      <w:r>
        <w:t xml:space="preserve"> </w:t>
      </w:r>
      <w:r>
        <w:t xml:space="preserve">Tomēr attīstītās valstis ir radījušas lielāko daļu SEG emisiju, kas ir izraisījušas klimata krīzi.</w:t>
      </w:r>
      <w:r>
        <w:t xml:space="preserve"> </w:t>
      </w:r>
      <w:r>
        <w:t xml:space="preserve">Jūs uzskatāt, ka attīstītās valstis ir morāli atbildīgas par savu emisiju samazināšanu un ka klimata pārmaiņu novēršanas politikai nav jāpalēnina jūsu ekonomikas attīstība un simtiem miljonu cilvēku glābšana no nabadzības.</w:t>
      </w:r>
    </w:p>
    <w:p w:rsidRPr="00CD0414" w:rsidR="00BB2F58" w:rsidP="00CD0414" w:rsidRDefault="00684A61">
      <w:pPr>
        <w:pStyle w:val="Bodytext20"/>
        <w:widowControl/>
        <w:shd w:val="clear" w:color="auto" w:fill="auto"/>
        <w:spacing w:line="269" w:lineRule="exact"/>
        <w:ind w:firstLine="0"/>
        <w:jc w:val="both"/>
      </w:pPr>
      <w:r>
        <w:t xml:space="preserve">Vienlaikus jūs atzīstat, ka klimata pārmaiņas ievērojami apdraud jūsu iedzīvotāju labklājību, veselību un dzīvību.</w:t>
      </w:r>
      <w:r>
        <w:t xml:space="preserve"> </w:t>
      </w:r>
      <w:r>
        <w:t xml:space="preserve">Fosilā kurināmā radītais gaisa piesārņojums izraisa smagas slimības un ir cēlonis daudzu miljonu cilvēku priekšlaicīgai nāvei jūsu valstīs.</w:t>
      </w:r>
      <w:r>
        <w:t xml:space="preserve"> </w:t>
      </w:r>
      <w:r>
        <w:t xml:space="preserve">Jūras līmeņa celšanās, ekstremāli laikapstākļi, sausuma periodi, kultūraugu ražas samazināšanās un citas klimata pārmaiņu izraisītas problēmas rada arvien vairāk konfliktu un veicina migrāciju, kas apdraud jūsu valsts drošību un valdības leģitimitāti.</w:t>
      </w:r>
    </w:p>
    <w:p w:rsidRPr="00CD0414" w:rsidR="00BB2F58" w:rsidP="00CD0414" w:rsidRDefault="00684A61">
      <w:pPr>
        <w:pStyle w:val="Bodytext20"/>
        <w:widowControl/>
        <w:shd w:val="clear" w:color="auto" w:fill="auto"/>
        <w:spacing w:line="269" w:lineRule="exact"/>
        <w:ind w:firstLine="0"/>
        <w:jc w:val="both"/>
      </w:pPr>
      <w:r>
        <w:t xml:space="preserve">Fosilā kurināmā nozare iebilst pārmaiņām, bet jūsu valsts iedzīvotāji un uzņēmumi uzskata, ka klimatam labvēlīgas politikas izvēle varētu pozitīvi ietekmēt ekonomiku.</w:t>
      </w:r>
      <w:r>
        <w:t xml:space="preserve"> </w:t>
      </w:r>
      <w:r>
        <w:t xml:space="preserve">Energoefektivitāte un tādi atjaunojamie energoresursi kā saules un vēja enerģija bieži vien ir rentabli, rada darbvietas un uzlabo sabiedrības veselību.</w:t>
      </w:r>
      <w:r>
        <w:t xml:space="preserve"> </w:t>
      </w:r>
      <w:r>
        <w:t xml:space="preserve">Pat ja jūs joprojām būvējat ogļu elektrostacijas, jūs sacenšaties ar attīstītajām valstīm par to, kuram būs dominējošā pozīcija tādā ātri augošā tirgū kā atjaunojamo energoresursu enerģija, elektroautomobiļi, energoefektīvas ēkas un rūpniecības procesi.</w:t>
      </w:r>
    </w:p>
    <w:p w:rsidRPr="00CD0414" w:rsidR="00A27D58" w:rsidRDefault="00A27D58">
      <w:pPr>
        <w:jc w:val="center"/>
      </w:pPr>
      <w:r>
        <w:t xml:space="preserve">_____________</w:t>
      </w:r>
    </w:p>
    <w:p w:rsidRPr="00A27D58" w:rsidR="00A27D58" w:rsidRDefault="00A27D58">
      <w:pPr>
        <w:pStyle w:val="Bodytext20"/>
        <w:widowControl/>
        <w:shd w:val="clear" w:color="auto" w:fill="auto"/>
        <w:spacing w:line="269" w:lineRule="exact"/>
        <w:ind w:firstLine="0"/>
        <w:jc w:val="both"/>
        <w:rPr>
          <w:lang w:val="en-GB"/>
        </w:rPr>
      </w:pPr>
    </w:p>
    <w:sectPr w:rsidRPr="00A27D58" w:rsidR="00A27D58" w:rsidSect="00CD0414">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58" w:rsidRPr="00CD0414" w:rsidRDefault="00A27D58" w:rsidP="00CD0414">
    <w:pPr>
      <w:pStyle w:val="Footer"/>
      <w:jc w:val="both"/>
      <w:rPr>
        <w:i/>
        <w:sz w:val="20"/>
        <w:szCs w:val="20"/>
      </w:rPr>
    </w:pPr>
    <w:r>
      <w:rPr>
        <w:i/>
        <w:sz w:val="20"/>
        <w:szCs w:val="20"/>
      </w:rPr>
      <w:t xml:space="preserve">Izstrādātāji: Climate Interactive, MIT Sloan School of Management Sustainability Initiative, ESB Business School un UMass Lowell Climate Change Initiative.</w:t>
    </w:r>
    <w:r>
      <w:rPr>
        <w:i/>
        <w:sz w:val="20"/>
        <w:szCs w:val="20"/>
      </w:rPr>
      <w:t xml:space="preserve"> </w:t>
    </w:r>
    <w:r>
      <w:rPr>
        <w:i/>
        <w:sz w:val="20"/>
        <w:szCs w:val="20"/>
      </w:rPr>
      <w:t xml:space="preserve">Pēdējo reizi atjaunināts 2019. gada augustā.</w:t>
    </w:r>
    <w:r>
      <w:rPr>
        <w:i/>
        <w:sz w:val="20"/>
        <w:szCs w:val="20"/>
      </w:rPr>
      <w:t xml:space="preserve"> </w:t>
    </w:r>
    <w:hyperlink r:id="rId1" w:history="1">
      <w:r>
        <w:rPr>
          <w:i/>
          <w:sz w:val="20"/>
          <w:szCs w:val="20"/>
        </w:rPr>
        <w:t xml:space="preserve">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84957"/>
    <w:rsid w:val="00684A61"/>
    <w:rsid w:val="007B0D28"/>
    <w:rsid w:val="007D288D"/>
    <w:rsid w:val="00816C33"/>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lv-LV"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lv-LV"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lv-LV"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lv-LV"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lv-LV"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CTJJHAUHWN5E-644613129-2948</_dlc_DocId>
    <_dlc_DocIdUrl xmlns="bfc960a6-20da-4c94-8684-71380fca093b">
      <Url>http://dm2016/eesc/2019/_layouts/15/DocIdRedir.aspx?ID=CTJJHAUHWN5E-644613129-2948</Url>
      <Description>CTJJHAUHWN5E-644613129-2948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7EE692-6386-4624-928F-1E9294C24FD2}"/>
</file>

<file path=customXml/itemProps2.xml><?xml version="1.0" encoding="utf-8"?>
<ds:datastoreItem xmlns:ds="http://schemas.openxmlformats.org/officeDocument/2006/customXml" ds:itemID="{034ADC42-F11D-4160-AD4A-F792B4C6B6E8}"/>
</file>

<file path=customXml/itemProps3.xml><?xml version="1.0" encoding="utf-8"?>
<ds:datastoreItem xmlns:ds="http://schemas.openxmlformats.org/officeDocument/2006/customXml" ds:itemID="{B48A90B5-694C-4B26-A714-4DB59611C39C}"/>
</file>

<file path=customXml/itemProps4.xml><?xml version="1.0" encoding="utf-8"?>
<ds:datastoreItem xmlns:ds="http://schemas.openxmlformats.org/officeDocument/2006/customXml" ds:itemID="{1E928EE2-9276-4AC5-8DE5-9B925E0E42B6}"/>
</file>

<file path=docProps/app.xml><?xml version="1.0" encoding="utf-8"?>
<Properties xmlns="http://schemas.openxmlformats.org/officeDocument/2006/extended-properties" xmlns:vt="http://schemas.openxmlformats.org/officeDocument/2006/docPropsVTypes">
  <Template>Styles</Template>
  <TotalTime>3</TotalTime>
  <Pages>1</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VIC grupa - Strauji augošās jaunietekmes valstis</dc:title>
  <cp:keywords>EESC-2019-05163-07-00-INFO-TRA-EN</cp:keywords>
  <dc:description>Rapporteur:  - Original language: EN - Date of document: 10/12/2019 - Date of meeting:  - External documents:  - Administrator: MME LAHOUSSE Chloé</dc:description>
  <cp:lastModifiedBy>TDriveSVCUserProd</cp:lastModifiedBy>
  <cp:revision>4</cp:revision>
  <dcterms:created xsi:type="dcterms:W3CDTF">2019-11-15T11:52:00Z</dcterms:created>
  <dcterms:modified xsi:type="dcterms:W3CDTF">2019-11-15T11:55:00Z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a456fad7-d706-462a-9a2c-2c3e009af54d</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EL|6d4f4d51-af9b-4650-94b4-4276bee85c91;HU|6b229040-c589-4408-b4c1-4285663d20a8;SR|7f3a1d13-b985-4bfd-981e-afe31377edff;PT|50ccc04a-eadd-42ae-a0cb-acaf45f812ba;IT|0774613c-01ed-4e5d-a25d-11d2388de825;NL|55c6556c-b4f4-441d-9acf-c498d4f838bd;MK|34ce48bb-063e-4413-a932-50853dc71c5c;BG|1a1b3951-7821-4e6a-85f5-5673fc08bd2c;DA|5d49c027-8956-412b-aa16-e85a0f96ad0e;ET|ff6c3f4c-b02c-4c3c-ab07-2c37995a7a0a;FR|d2afafd3-4c81-4f60-8f52-ee33f2f54ff3;SQ|5ac17240-8d11-45ec-9893-659b209d7a00;GA|762d2456-c427-4ecb-b312-af3dad8e258c;CS|72f9705b-0217-4fd3-bea2-cbc7ed80e26e;TR|6e4ededd-04c4-4fa0-94e0-1028050302d5;LT|a7ff5ce7-6123-4f68-865a-a57c31810414;EN|f2175f21-25d7-44a3-96da-d6a61b075e1b;SV|c2ed69e7-a339-43d7-8f22-d93680a92aa0;ES|e7a6b05b-ae16-40c8-add9-68b64b03aeba;MT|7df99101-6854-4a26-b53a-b88c0da02c26;SL|98a412ae-eb01-49e9-ae3d-585a81724cfc;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153;#SR|7f3a1d13-b985-4bfd-981e-afe31377edff;#152;#MK|34ce48bb-063e-4413-a932-50853dc71c5c;#62;#FI|87606a43-d45f-42d6-b8c9-e1a3457db5b7;#60;#HU|6b229040-c589-4408-b4c1-4285663d20a8;#63;#MT|7df99101-6854-4a26-b53a-b88c0da02c26;#64;#PT|50ccc04a-eadd-42ae-a0cb-acaf45f812ba;#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65;#ET|ff6c3f4c-b02c-4c3c-ab07-2c37995a7a0a;#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58;#LV|46f7e311-5d9f-4663-b433-18aeccb7ace7</vt:lpwstr>
  </property>
</Properties>
</file>